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10206" w:type="dxa"/>
        <w:tblInd w:w="-572" w:type="dxa"/>
        <w:tblLook w:val="04A0" w:firstRow="1" w:lastRow="0" w:firstColumn="1" w:lastColumn="0" w:noHBand="0" w:noVBand="1"/>
      </w:tblPr>
      <w:tblGrid>
        <w:gridCol w:w="5529"/>
        <w:gridCol w:w="4677"/>
      </w:tblGrid>
      <w:tr w:rsidR="00FC140F" w:rsidRPr="00FC140F" w14:paraId="5F3D7161" w14:textId="77777777" w:rsidTr="004A1083">
        <w:tc>
          <w:tcPr>
            <w:tcW w:w="5529" w:type="dxa"/>
          </w:tcPr>
          <w:p w14:paraId="635CABA6" w14:textId="77777777" w:rsidR="00C625E8" w:rsidRDefault="005C1D84" w:rsidP="00C625E8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bookmarkStart w:id="0" w:name="_Hlk119325831"/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WEEKPROGRAMMA </w:t>
            </w:r>
          </w:p>
          <w:p w14:paraId="7F29E412" w14:textId="26F36B00" w:rsidR="00C625E8" w:rsidRPr="003A481C" w:rsidRDefault="00C625E8" w:rsidP="00C625E8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3A481C">
              <w:rPr>
                <w:rFonts w:ascii="Arial" w:hAnsi="Arial" w:cs="Arial"/>
                <w:spacing w:val="6"/>
                <w:sz w:val="24"/>
                <w:szCs w:val="24"/>
              </w:rPr>
              <w:t>Vakantiepark Zeester</w:t>
            </w:r>
          </w:p>
          <w:p w14:paraId="534642CA" w14:textId="6143A769" w:rsidR="00FC140F" w:rsidRPr="00FC140F" w:rsidRDefault="00037C99" w:rsidP="00FC140F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maandag 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>8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april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-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zondag </w:t>
            </w:r>
            <w:r w:rsidR="00FC140F" w:rsidRPr="00FC140F">
              <w:rPr>
                <w:rFonts w:ascii="Arial" w:hAnsi="Arial" w:cs="Arial"/>
                <w:spacing w:val="6"/>
                <w:sz w:val="24"/>
                <w:szCs w:val="24"/>
              </w:rPr>
              <w:t>14 april</w:t>
            </w:r>
          </w:p>
        </w:tc>
        <w:tc>
          <w:tcPr>
            <w:tcW w:w="4677" w:type="dxa"/>
          </w:tcPr>
          <w:p w14:paraId="497D1939" w14:textId="77777777" w:rsidR="00FC140F" w:rsidRPr="00FC140F" w:rsidRDefault="00FC140F" w:rsidP="00FC140F">
            <w:pPr>
              <w:jc w:val="center"/>
              <w:rPr>
                <w:rFonts w:ascii="Arial" w:hAnsi="Arial" w:cs="Arial"/>
                <w:color w:val="0070C0"/>
                <w:spacing w:val="6"/>
                <w:sz w:val="24"/>
                <w:szCs w:val="24"/>
              </w:rPr>
            </w:pPr>
          </w:p>
        </w:tc>
      </w:tr>
      <w:bookmarkEnd w:id="0"/>
      <w:tr w:rsidR="00360C5D" w:rsidRPr="00FC140F" w14:paraId="4ED0CCCA" w14:textId="77777777" w:rsidTr="004A1083">
        <w:tc>
          <w:tcPr>
            <w:tcW w:w="5529" w:type="dxa"/>
          </w:tcPr>
          <w:p w14:paraId="0F0154E1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maandag</w:t>
            </w:r>
          </w:p>
          <w:p w14:paraId="4122011F" w14:textId="3C8A0328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5091E3BE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7DAD5EE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14:paraId="07DD8A35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winkeltje </w:t>
            </w:r>
          </w:p>
          <w:p w14:paraId="714DC022" w14:textId="7531F889" w:rsidR="00360C5D" w:rsidRPr="00FC140F" w:rsidRDefault="00360C5D" w:rsidP="007748B4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360C5D" w:rsidRPr="00FC140F" w14:paraId="4D043BAD" w14:textId="77777777" w:rsidTr="004A1083">
        <w:tc>
          <w:tcPr>
            <w:tcW w:w="5529" w:type="dxa"/>
          </w:tcPr>
          <w:p w14:paraId="3B4D45B6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dinsdag</w:t>
            </w:r>
          </w:p>
          <w:p w14:paraId="1E783947" w14:textId="115D4536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053A0A53" w14:textId="4B86FD51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19:00 - 20:30 uur film in de bioscoop</w:t>
            </w:r>
          </w:p>
          <w:p w14:paraId="1EAAC81A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8CB5EE5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360C5D" w:rsidRPr="00FC140F" w14:paraId="26238602" w14:textId="77777777" w:rsidTr="004A1083">
        <w:tc>
          <w:tcPr>
            <w:tcW w:w="5529" w:type="dxa"/>
          </w:tcPr>
          <w:p w14:paraId="36723670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woensdag</w:t>
            </w:r>
          </w:p>
          <w:p w14:paraId="569F3151" w14:textId="16A04985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4164EA11" w14:textId="742255DF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13:30 - 15:00 uur </w:t>
            </w:r>
            <w:r w:rsidR="00324A6A">
              <w:rPr>
                <w:rFonts w:ascii="Arial" w:hAnsi="Arial" w:cs="Arial"/>
                <w:spacing w:val="6"/>
                <w:sz w:val="24"/>
                <w:szCs w:val="24"/>
              </w:rPr>
              <w:t>bingo in de bioscoop</w:t>
            </w:r>
          </w:p>
        </w:tc>
        <w:tc>
          <w:tcPr>
            <w:tcW w:w="4677" w:type="dxa"/>
            <w:vMerge/>
          </w:tcPr>
          <w:p w14:paraId="57745D13" w14:textId="77777777" w:rsidR="00360C5D" w:rsidRPr="00FC140F" w:rsidRDefault="00360C5D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748B4" w:rsidRPr="00FC140F" w14:paraId="7D34FD94" w14:textId="77777777" w:rsidTr="00F94900">
        <w:trPr>
          <w:trHeight w:val="820"/>
        </w:trPr>
        <w:tc>
          <w:tcPr>
            <w:tcW w:w="5529" w:type="dxa"/>
          </w:tcPr>
          <w:p w14:paraId="3BD8C7FA" w14:textId="77777777" w:rsidR="007748B4" w:rsidRPr="00FC140F" w:rsidRDefault="007748B4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donderdag</w:t>
            </w:r>
          </w:p>
          <w:p w14:paraId="52F2DA16" w14:textId="1C9D2871" w:rsidR="007748B4" w:rsidRPr="00FC140F" w:rsidRDefault="007748B4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</w:tc>
        <w:tc>
          <w:tcPr>
            <w:tcW w:w="4677" w:type="dxa"/>
          </w:tcPr>
          <w:p w14:paraId="16FDFA02" w14:textId="77777777" w:rsidR="00825523" w:rsidRPr="00FC140F" w:rsidRDefault="00825523" w:rsidP="00825523">
            <w:pPr>
              <w:rPr>
                <w:rFonts w:ascii="Arial" w:hAnsi="Arial" w:cs="Arial"/>
                <w:color w:val="FF0000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Vrijwillige </w:t>
            </w: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taken</w:t>
            </w:r>
            <w:r w:rsidRPr="00FC140F">
              <w:rPr>
                <w:rFonts w:ascii="Arial" w:hAnsi="Arial" w:cs="Arial"/>
                <w:color w:val="FF0000"/>
                <w:spacing w:val="6"/>
                <w:sz w:val="24"/>
                <w:szCs w:val="24"/>
              </w:rPr>
              <w:t xml:space="preserve"> </w:t>
            </w:r>
          </w:p>
          <w:p w14:paraId="5D9BE022" w14:textId="77777777" w:rsidR="00715D53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snoezelruimtes</w:t>
            </w: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opruimen </w:t>
            </w:r>
          </w:p>
          <w:p w14:paraId="51CE8ADD" w14:textId="77777777" w:rsidR="00715D53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tafels schoonmaken </w:t>
            </w:r>
          </w:p>
          <w:p w14:paraId="6B88E137" w14:textId="3FF269B8" w:rsidR="007748B4" w:rsidRPr="00825523" w:rsidRDefault="00825523" w:rsidP="00FC140F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C140F">
              <w:rPr>
                <w:rFonts w:ascii="Arial" w:eastAsia="Calibri" w:hAnsi="Arial" w:cs="Arial"/>
                <w:sz w:val="24"/>
                <w:szCs w:val="24"/>
                <w:lang w:eastAsia="en-US"/>
              </w:rPr>
              <w:t>helpen bij de afwas</w:t>
            </w:r>
          </w:p>
        </w:tc>
      </w:tr>
      <w:tr w:rsidR="00825523" w:rsidRPr="00FC140F" w14:paraId="435DC13B" w14:textId="77777777" w:rsidTr="004A1083">
        <w:tc>
          <w:tcPr>
            <w:tcW w:w="5529" w:type="dxa"/>
          </w:tcPr>
          <w:p w14:paraId="74F107AE" w14:textId="77777777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vrijdag</w:t>
            </w:r>
          </w:p>
          <w:p w14:paraId="5DC09439" w14:textId="177C5D0F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40032BD8" w14:textId="77777777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13:30 - 15:00 uur waterspelletjes in het zwembad</w:t>
            </w:r>
          </w:p>
          <w:p w14:paraId="54B5CED7" w14:textId="77777777" w:rsidR="00825523" w:rsidRPr="00FC140F" w:rsidRDefault="00825523" w:rsidP="00FC140F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14:paraId="1A6C2F42" w14:textId="236754B0" w:rsidR="00825523" w:rsidRPr="00FC140F" w:rsidRDefault="0000288D" w:rsidP="0082552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E</w:t>
            </w:r>
            <w:r w:rsidR="00825523" w:rsidRPr="00FC140F">
              <w:rPr>
                <w:rFonts w:ascii="Arial" w:hAnsi="Arial" w:cs="Arial"/>
                <w:spacing w:val="6"/>
                <w:sz w:val="24"/>
                <w:szCs w:val="24"/>
              </w:rPr>
              <w:t>xtra informatie</w:t>
            </w:r>
            <w:r w:rsidR="00CA4CA6">
              <w:rPr>
                <w:rFonts w:ascii="Arial" w:hAnsi="Arial" w:cs="Arial"/>
                <w:spacing w:val="6"/>
                <w:sz w:val="24"/>
                <w:szCs w:val="24"/>
              </w:rPr>
              <w:t xml:space="preserve">: </w:t>
            </w:r>
          </w:p>
        </w:tc>
      </w:tr>
      <w:tr w:rsidR="00825523" w:rsidRPr="00FC140F" w14:paraId="590F3A6D" w14:textId="77777777" w:rsidTr="004A1083">
        <w:tc>
          <w:tcPr>
            <w:tcW w:w="5529" w:type="dxa"/>
          </w:tcPr>
          <w:p w14:paraId="2C2DE692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>zaterdag</w:t>
            </w:r>
          </w:p>
          <w:p w14:paraId="77F3474D" w14:textId="6512565A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  <w:p w14:paraId="4A0B28A9" w14:textId="309150FF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19:00 - 21:00 uur </w:t>
            </w:r>
            <w:r w:rsidRPr="003A481C">
              <w:rPr>
                <w:rFonts w:ascii="Arial" w:hAnsi="Arial" w:cs="Arial"/>
                <w:spacing w:val="6"/>
                <w:sz w:val="24"/>
                <w:szCs w:val="24"/>
              </w:rPr>
              <w:t>feestavond in het restaurant</w:t>
            </w:r>
          </w:p>
        </w:tc>
        <w:tc>
          <w:tcPr>
            <w:tcW w:w="4677" w:type="dxa"/>
            <w:vMerge/>
          </w:tcPr>
          <w:p w14:paraId="2923AF77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825523" w:rsidRPr="00FC140F" w14:paraId="267EAF4A" w14:textId="77777777" w:rsidTr="004A1083">
        <w:tc>
          <w:tcPr>
            <w:tcW w:w="5529" w:type="dxa"/>
          </w:tcPr>
          <w:p w14:paraId="59BF32E7" w14:textId="77777777" w:rsidR="00825523" w:rsidRPr="00FC140F" w:rsidRDefault="00825523" w:rsidP="00C625E8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zondag </w:t>
            </w:r>
          </w:p>
          <w:p w14:paraId="7B85A144" w14:textId="32E456EE" w:rsidR="00825523" w:rsidRPr="00FC140F" w:rsidRDefault="00825523" w:rsidP="008971E4">
            <w:pPr>
              <w:spacing w:after="12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FC140F">
              <w:rPr>
                <w:rFonts w:ascii="Arial" w:hAnsi="Arial" w:cs="Arial"/>
                <w:spacing w:val="6"/>
                <w:sz w:val="24"/>
                <w:szCs w:val="24"/>
              </w:rPr>
              <w:t xml:space="preserve">10:00 - 11:00 uur dieren voeren bij de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manege</w:t>
            </w:r>
          </w:p>
        </w:tc>
        <w:tc>
          <w:tcPr>
            <w:tcW w:w="4677" w:type="dxa"/>
            <w:vMerge/>
          </w:tcPr>
          <w:p w14:paraId="5088ADC1" w14:textId="77777777" w:rsidR="00825523" w:rsidRPr="00FC140F" w:rsidRDefault="00825523" w:rsidP="000B725E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54A1D16A" w14:textId="77777777" w:rsidR="00110DFE" w:rsidRDefault="00110DFE"/>
    <w:sectPr w:rsidR="00110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0288D"/>
    <w:rsid w:val="00037C99"/>
    <w:rsid w:val="00077F71"/>
    <w:rsid w:val="000B725E"/>
    <w:rsid w:val="000C4FED"/>
    <w:rsid w:val="00110DFE"/>
    <w:rsid w:val="00324A6A"/>
    <w:rsid w:val="00360C5D"/>
    <w:rsid w:val="003D64E0"/>
    <w:rsid w:val="004A1083"/>
    <w:rsid w:val="004F1749"/>
    <w:rsid w:val="005C1D84"/>
    <w:rsid w:val="006F318C"/>
    <w:rsid w:val="00715D53"/>
    <w:rsid w:val="007748B4"/>
    <w:rsid w:val="00825523"/>
    <w:rsid w:val="008971E4"/>
    <w:rsid w:val="009B1905"/>
    <w:rsid w:val="00AF35E5"/>
    <w:rsid w:val="00B010DA"/>
    <w:rsid w:val="00B0168C"/>
    <w:rsid w:val="00BE420B"/>
    <w:rsid w:val="00C55EB2"/>
    <w:rsid w:val="00C625E8"/>
    <w:rsid w:val="00CA4CA6"/>
    <w:rsid w:val="00D2181F"/>
    <w:rsid w:val="00DB2E41"/>
    <w:rsid w:val="00E274AD"/>
    <w:rsid w:val="00E36B21"/>
    <w:rsid w:val="00E93F3B"/>
    <w:rsid w:val="00F94900"/>
    <w:rsid w:val="00FB20AD"/>
    <w:rsid w:val="00FC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FC140F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EE62C9-358F-4265-93AF-A833754631BA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E99B852C-B339-44B9-93C9-EACA5632D621}"/>
</file>

<file path=customXml/itemProps3.xml><?xml version="1.0" encoding="utf-8"?>
<ds:datastoreItem xmlns:ds="http://schemas.openxmlformats.org/officeDocument/2006/customXml" ds:itemID="{56203B95-AE63-44DB-BAF6-1CDDDB226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642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34</cp:revision>
  <dcterms:created xsi:type="dcterms:W3CDTF">2023-01-18T19:17:00Z</dcterms:created>
  <dcterms:modified xsi:type="dcterms:W3CDTF">2023-08-24T11:22:00Z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