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9"/>
        <w:gridCol w:w="2799"/>
        <w:gridCol w:w="2799"/>
      </w:tblGrid>
      <w:tr w:rsidR="00CA0165" w:rsidRPr="00CA0165" w14:paraId="7196F782" w14:textId="77777777" w:rsidTr="00CC1A58">
        <w:tc>
          <w:tcPr>
            <w:tcW w:w="2798" w:type="dxa"/>
          </w:tcPr>
          <w:p w14:paraId="071573BA" w14:textId="77777777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bookmarkStart w:id="0" w:name="_Hlk116125047"/>
          </w:p>
          <w:p w14:paraId="5D05552D" w14:textId="68CCE5E0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195" w:type="dxa"/>
            <w:gridSpan w:val="4"/>
          </w:tcPr>
          <w:p w14:paraId="30A17870" w14:textId="3805315D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WEEKPROGRAMMA </w:t>
            </w:r>
            <w:r w:rsidR="00972AB0">
              <w:rPr>
                <w:rFonts w:ascii="Arial" w:eastAsia="Calibri" w:hAnsi="Arial" w:cs="Arial"/>
                <w:sz w:val="24"/>
                <w:szCs w:val="24"/>
                <w:lang w:eastAsia="en-US"/>
              </w:rPr>
              <w:t>v</w:t>
            </w:r>
            <w:r w:rsidR="006251A2">
              <w:rPr>
                <w:rFonts w:ascii="Arial" w:eastAsia="Calibri" w:hAnsi="Arial" w:cs="Arial"/>
                <w:sz w:val="24"/>
                <w:szCs w:val="24"/>
                <w:lang w:eastAsia="en-US"/>
              </w:rPr>
              <w:t>akantiepark Krabbenhof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472500A8" w14:textId="6919A526" w:rsidR="00CA0165" w:rsidRPr="00CA0165" w:rsidRDefault="00200006" w:rsidP="0020000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eek van </w:t>
            </w:r>
            <w:r w:rsidR="00654E5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maandag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11 </w:t>
            </w:r>
            <w:r w:rsidR="00654E5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maart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tot en met </w:t>
            </w:r>
            <w:r w:rsidR="00654E5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zondag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17 maart</w:t>
            </w:r>
          </w:p>
        </w:tc>
      </w:tr>
      <w:tr w:rsidR="0040380B" w:rsidRPr="00CA0165" w14:paraId="2AA1414D" w14:textId="77777777" w:rsidTr="00CC1A58">
        <w:tc>
          <w:tcPr>
            <w:tcW w:w="2798" w:type="dxa"/>
          </w:tcPr>
          <w:p w14:paraId="0B224CAE" w14:textId="25AF9D2C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0380B">
              <w:rPr>
                <w:rFonts w:ascii="Arial" w:hAnsi="Arial" w:cs="Arial"/>
                <w:sz w:val="24"/>
                <w:szCs w:val="24"/>
              </w:rPr>
              <w:t>aandag</w:t>
            </w:r>
          </w:p>
          <w:p w14:paraId="3DE4587F" w14:textId="29CE423A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7C23DD32" w14:textId="7777777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6E9B7EF" w14:textId="7777777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333D1D6" w14:textId="77777777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98" w:type="dxa"/>
          </w:tcPr>
          <w:p w14:paraId="4F420D89" w14:textId="2FB1DD2B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0380B">
              <w:rPr>
                <w:rFonts w:ascii="Arial" w:hAnsi="Arial" w:cs="Arial"/>
                <w:sz w:val="24"/>
                <w:szCs w:val="24"/>
              </w:rPr>
              <w:t>insdag</w:t>
            </w:r>
          </w:p>
          <w:p w14:paraId="340E2613" w14:textId="71694D0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7FE72314" w14:textId="77777777" w:rsidR="0040380B" w:rsidRDefault="0040380B" w:rsidP="004038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19:00 - 20:30 uur spooktocht op het terrein</w:t>
            </w:r>
          </w:p>
          <w:p w14:paraId="0596CE0E" w14:textId="4C76AD67" w:rsidR="00654E57" w:rsidRPr="00CA0165" w:rsidRDefault="00654E57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99" w:type="dxa"/>
          </w:tcPr>
          <w:p w14:paraId="6D05E6A1" w14:textId="734BED76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40380B">
              <w:rPr>
                <w:rFonts w:ascii="Arial" w:hAnsi="Arial" w:cs="Arial"/>
                <w:sz w:val="24"/>
                <w:szCs w:val="24"/>
              </w:rPr>
              <w:t>oensdag</w:t>
            </w:r>
          </w:p>
          <w:p w14:paraId="166D8FAC" w14:textId="5021D0E0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27AC62D5" w14:textId="6DB39D26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13:30 - 15:00 uur spelletjes in de </w:t>
            </w:r>
            <w:r w:rsidR="00DD474E">
              <w:rPr>
                <w:rFonts w:ascii="Arial" w:hAnsi="Arial" w:cs="Arial"/>
                <w:sz w:val="24"/>
                <w:szCs w:val="24"/>
              </w:rPr>
              <w:t>snoezelruimte</w:t>
            </w:r>
            <w:r w:rsidR="00F61A69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799" w:type="dxa"/>
          </w:tcPr>
          <w:p w14:paraId="611E03FB" w14:textId="6752B3E9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0380B">
              <w:rPr>
                <w:rFonts w:ascii="Arial" w:hAnsi="Arial" w:cs="Arial"/>
                <w:sz w:val="24"/>
                <w:szCs w:val="24"/>
              </w:rPr>
              <w:t>onderdag</w:t>
            </w:r>
          </w:p>
          <w:p w14:paraId="2472A53F" w14:textId="1D4CD290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14:paraId="35E46E69" w14:textId="533605B4" w:rsidR="00904AA2" w:rsidRDefault="00D0589E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904AA2">
              <w:rPr>
                <w:rFonts w:ascii="Arial" w:hAnsi="Arial" w:cs="Arial"/>
                <w:sz w:val="24"/>
                <w:szCs w:val="24"/>
              </w:rPr>
              <w:t>rijdag</w:t>
            </w:r>
          </w:p>
          <w:p w14:paraId="176C955A" w14:textId="093EE15E" w:rsidR="00904AA2" w:rsidRDefault="00904AA2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4F311FE4" w14:textId="136A5922" w:rsidR="0040380B" w:rsidRPr="00CA0165" w:rsidRDefault="00904AA2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13:30 - 15:00 uur spelletjes in de </w:t>
            </w:r>
            <w:r w:rsidR="00DD474E">
              <w:rPr>
                <w:rFonts w:ascii="Arial" w:hAnsi="Arial" w:cs="Arial"/>
                <w:sz w:val="24"/>
                <w:szCs w:val="24"/>
              </w:rPr>
              <w:t>snoezelruimte</w:t>
            </w:r>
            <w:r w:rsidR="00F61A69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904AA2" w:rsidRPr="00CA0165" w14:paraId="2B16AA23" w14:textId="77777777" w:rsidTr="00CC1A58">
        <w:tc>
          <w:tcPr>
            <w:tcW w:w="2798" w:type="dxa"/>
          </w:tcPr>
          <w:p w14:paraId="10A31218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zaterdag</w:t>
            </w:r>
          </w:p>
          <w:p w14:paraId="5AF9D37F" w14:textId="647159EC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</w:p>
          <w:p w14:paraId="5C92AB44" w14:textId="3D33927E" w:rsidR="00904AA2" w:rsidRPr="0040380B" w:rsidRDefault="00904AA2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19:00 - 21:00 uur feestavond in de tuin</w:t>
            </w:r>
          </w:p>
        </w:tc>
        <w:tc>
          <w:tcPr>
            <w:tcW w:w="2798" w:type="dxa"/>
          </w:tcPr>
          <w:p w14:paraId="7E87C010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zondag</w:t>
            </w:r>
          </w:p>
          <w:p w14:paraId="44565DF8" w14:textId="3E824E3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99" w:type="dxa"/>
          </w:tcPr>
          <w:p w14:paraId="1E1C4C78" w14:textId="4323B8D5" w:rsidR="00904AA2" w:rsidRPr="00CA0165" w:rsidRDefault="00654E57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v</w:t>
            </w:r>
            <w:r w:rsidR="0083444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rijwillige </w:t>
            </w:r>
            <w:r w:rsidR="00904AA2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taken</w:t>
            </w:r>
          </w:p>
          <w:p w14:paraId="3EAE53B0" w14:textId="71EA3607" w:rsidR="00904AA2" w:rsidRPr="00CA0165" w:rsidRDefault="00DD474E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F61A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="00904AA2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opruimen </w:t>
            </w:r>
          </w:p>
          <w:p w14:paraId="40CD5457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tafels schoonmaken </w:t>
            </w:r>
          </w:p>
          <w:p w14:paraId="2029596F" w14:textId="4127B21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vloer van de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F61A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vegen </w:t>
            </w:r>
          </w:p>
          <w:p w14:paraId="34CD2F70" w14:textId="6D58CA44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helpen bij de afwas</w:t>
            </w:r>
          </w:p>
        </w:tc>
        <w:tc>
          <w:tcPr>
            <w:tcW w:w="5598" w:type="dxa"/>
            <w:gridSpan w:val="2"/>
          </w:tcPr>
          <w:p w14:paraId="5D9EAB18" w14:textId="01865D56" w:rsidR="00904AA2" w:rsidRPr="00CA0165" w:rsidRDefault="00904AA2" w:rsidP="00770DC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menu</w:t>
            </w:r>
          </w:p>
        </w:tc>
      </w:tr>
      <w:tr w:rsidR="00CA0165" w:rsidRPr="00CA0165" w14:paraId="555D8AB5" w14:textId="77777777" w:rsidTr="00CC1A58">
        <w:tc>
          <w:tcPr>
            <w:tcW w:w="13993" w:type="dxa"/>
            <w:gridSpan w:val="5"/>
          </w:tcPr>
          <w:p w14:paraId="35F98DE7" w14:textId="0A3EEB37" w:rsidR="00CA0165" w:rsidRPr="00CA0165" w:rsidRDefault="00587D37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E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xtra informatie</w:t>
            </w:r>
            <w:r w:rsidR="00100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  <w:p w14:paraId="41C59E7A" w14:textId="77777777" w:rsidR="00CA0165" w:rsidRPr="00CA0165" w:rsidRDefault="00CA0165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bookmarkEnd w:id="0"/>
    </w:tbl>
    <w:p w14:paraId="54A1D16A" w14:textId="77777777" w:rsidR="00110DFE" w:rsidRDefault="00110DFE"/>
    <w:sectPr w:rsidR="00110DFE" w:rsidSect="00CA01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C4FED"/>
    <w:rsid w:val="00100BCC"/>
    <w:rsid w:val="00110DFE"/>
    <w:rsid w:val="00200006"/>
    <w:rsid w:val="00333BAC"/>
    <w:rsid w:val="003D64E0"/>
    <w:rsid w:val="0040380B"/>
    <w:rsid w:val="004F1749"/>
    <w:rsid w:val="00587D37"/>
    <w:rsid w:val="006251A2"/>
    <w:rsid w:val="00654E57"/>
    <w:rsid w:val="00770DCF"/>
    <w:rsid w:val="00834441"/>
    <w:rsid w:val="00904AA2"/>
    <w:rsid w:val="00972AB0"/>
    <w:rsid w:val="00A5073F"/>
    <w:rsid w:val="00AF35E5"/>
    <w:rsid w:val="00B010DA"/>
    <w:rsid w:val="00B0168C"/>
    <w:rsid w:val="00C55EB2"/>
    <w:rsid w:val="00CA0165"/>
    <w:rsid w:val="00CE62A2"/>
    <w:rsid w:val="00D0589E"/>
    <w:rsid w:val="00D06FA5"/>
    <w:rsid w:val="00D2181F"/>
    <w:rsid w:val="00DD474E"/>
    <w:rsid w:val="00E274AD"/>
    <w:rsid w:val="00EB76F7"/>
    <w:rsid w:val="00F61A69"/>
    <w:rsid w:val="00FB20AD"/>
    <w:rsid w:val="00FB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CA0165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03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79CF1F-052F-4599-9507-296B38CA76E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D78D3E1F-BB29-4F43-9C27-84388B1E55B7}"/>
</file>

<file path=customXml/itemProps3.xml><?xml version="1.0" encoding="utf-8"?>
<ds:datastoreItem xmlns:ds="http://schemas.openxmlformats.org/officeDocument/2006/customXml" ds:itemID="{E076DC89-1F53-44E7-8CEC-5E998F22F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646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9</cp:revision>
  <dcterms:created xsi:type="dcterms:W3CDTF">2023-04-25T22:30:00Z</dcterms:created>
  <dcterms:modified xsi:type="dcterms:W3CDTF">2023-08-15T14:30:00Z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