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8866F2" w:rsidRPr="00393174" w14:paraId="03444194" w14:textId="77777777" w:rsidTr="00942C50">
        <w:trPr>
          <w:trHeight w:val="928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62E4EC25" w14:textId="77777777" w:rsidR="008866F2" w:rsidRPr="007C7980" w:rsidRDefault="008866F2" w:rsidP="00942C50">
            <w:pPr>
              <w:pStyle w:val="Geenafstand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b/>
                <w:bCs/>
                <w:sz w:val="24"/>
                <w:szCs w:val="24"/>
                <w:lang w:eastAsia="nl-NL"/>
              </w:rPr>
              <w:t>INFORMATIE OVER JEANSPASVORMEN</w:t>
            </w:r>
          </w:p>
        </w:tc>
      </w:tr>
      <w:tr w:rsidR="008866F2" w:rsidRPr="00393174" w14:paraId="7C554079" w14:textId="77777777" w:rsidTr="00942C50">
        <w:trPr>
          <w:trHeight w:val="484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C948116" w14:textId="77777777" w:rsidR="008866F2" w:rsidRPr="007C7980" w:rsidRDefault="008866F2" w:rsidP="00942C50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pasvorm</w:t>
            </w:r>
          </w:p>
        </w:tc>
        <w:tc>
          <w:tcPr>
            <w:tcW w:w="5948" w:type="dxa"/>
            <w:shd w:val="clear" w:color="auto" w:fill="D9D9D9" w:themeFill="background1" w:themeFillShade="D9"/>
            <w:vAlign w:val="center"/>
          </w:tcPr>
          <w:p w14:paraId="18291D49" w14:textId="77777777" w:rsidR="008866F2" w:rsidRPr="007C7980" w:rsidRDefault="008866F2" w:rsidP="00942C50">
            <w:pPr>
              <w:pStyle w:val="Geenafstand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informatie</w:t>
            </w:r>
          </w:p>
        </w:tc>
      </w:tr>
      <w:tr w:rsidR="008866F2" w:rsidRPr="00393174" w14:paraId="51DBCA0A" w14:textId="77777777" w:rsidTr="00F53333">
        <w:trPr>
          <w:trHeight w:val="484"/>
        </w:trPr>
        <w:tc>
          <w:tcPr>
            <w:tcW w:w="3114" w:type="dxa"/>
          </w:tcPr>
          <w:p w14:paraId="00235F73" w14:textId="73392E0B" w:rsidR="008866F2" w:rsidRPr="005201E9" w:rsidRDefault="00F53333" w:rsidP="00F5333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flare </w:t>
            </w:r>
          </w:p>
        </w:tc>
        <w:tc>
          <w:tcPr>
            <w:tcW w:w="5948" w:type="dxa"/>
          </w:tcPr>
          <w:p w14:paraId="68117AF1" w14:textId="77777777" w:rsidR="008866F2" w:rsidRPr="007C7980" w:rsidRDefault="008866F2" w:rsidP="00942C5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01A66A4A" w14:textId="77777777" w:rsidR="008866F2" w:rsidRPr="007C7980" w:rsidRDefault="008866F2" w:rsidP="008866F2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wijd uitlopende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broeks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pijpen. </w:t>
            </w:r>
          </w:p>
          <w:p w14:paraId="38167D90" w14:textId="1700A283" w:rsidR="008866F2" w:rsidRPr="00F53333" w:rsidRDefault="008866F2" w:rsidP="00F53333">
            <w:pPr>
              <w:pStyle w:val="Geenafstand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g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een standaardlengte broekspijpen.</w:t>
            </w:r>
          </w:p>
        </w:tc>
      </w:tr>
      <w:tr w:rsidR="008866F2" w:rsidRPr="00393174" w14:paraId="7868614C" w14:textId="77777777" w:rsidTr="00F53333">
        <w:tc>
          <w:tcPr>
            <w:tcW w:w="3114" w:type="dxa"/>
          </w:tcPr>
          <w:p w14:paraId="503EE2A1" w14:textId="18902575" w:rsidR="008866F2" w:rsidRPr="005201E9" w:rsidRDefault="00F53333" w:rsidP="00F5333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skinny </w:t>
            </w:r>
          </w:p>
        </w:tc>
        <w:tc>
          <w:tcPr>
            <w:tcW w:w="5948" w:type="dxa"/>
          </w:tcPr>
          <w:p w14:paraId="17891408" w14:textId="77777777" w:rsidR="008866F2" w:rsidRPr="007C7980" w:rsidRDefault="008866F2" w:rsidP="00942C5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00D22CB5" w14:textId="77777777" w:rsidR="008866F2" w:rsidRPr="007C7980" w:rsidRDefault="008866F2" w:rsidP="008866F2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sluit nauw om het lichaam. </w:t>
            </w:r>
          </w:p>
          <w:p w14:paraId="1A09DF44" w14:textId="77777777" w:rsidR="008866F2" w:rsidRPr="007C7980" w:rsidRDefault="008866F2" w:rsidP="008866F2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is vrij elastisch. </w:t>
            </w:r>
          </w:p>
          <w:p w14:paraId="07C7006F" w14:textId="77777777" w:rsidR="008866F2" w:rsidRPr="002F54AC" w:rsidRDefault="008866F2" w:rsidP="008866F2">
            <w:pPr>
              <w:pStyle w:val="Geenafstand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een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hoge taille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8866F2" w:rsidRPr="00393174" w14:paraId="737C9CA8" w14:textId="77777777" w:rsidTr="00F53333">
        <w:trPr>
          <w:trHeight w:val="484"/>
        </w:trPr>
        <w:tc>
          <w:tcPr>
            <w:tcW w:w="3114" w:type="dxa"/>
          </w:tcPr>
          <w:p w14:paraId="0B43C217" w14:textId="760F4D62" w:rsidR="008866F2" w:rsidRPr="005201E9" w:rsidRDefault="00F53333" w:rsidP="00F5333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 xml:space="preserve">slim </w:t>
            </w:r>
            <w:r w:rsidR="008866F2" w:rsidRPr="005201E9">
              <w:rPr>
                <w:rFonts w:ascii="Arial" w:hAnsi="Arial" w:cs="Arial"/>
                <w:sz w:val="24"/>
                <w:szCs w:val="24"/>
                <w:lang w:eastAsia="nl-NL"/>
              </w:rPr>
              <w:t>straight</w:t>
            </w:r>
          </w:p>
        </w:tc>
        <w:tc>
          <w:tcPr>
            <w:tcW w:w="5948" w:type="dxa"/>
          </w:tcPr>
          <w:p w14:paraId="417997AA" w14:textId="77777777" w:rsidR="008866F2" w:rsidRPr="007C7980" w:rsidRDefault="008866F2" w:rsidP="00942C5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70BC2E25" w14:textId="77777777" w:rsidR="008866F2" w:rsidRPr="007C7980" w:rsidRDefault="008866F2" w:rsidP="008866F2">
            <w:pPr>
              <w:pStyle w:val="Geenafstand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lijkt op een skinny jeans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,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maar zit iets ruimer. </w:t>
            </w:r>
          </w:p>
          <w:p w14:paraId="7E433607" w14:textId="77777777" w:rsidR="008866F2" w:rsidRPr="007C7980" w:rsidRDefault="008866F2" w:rsidP="008866F2">
            <w:pPr>
              <w:pStyle w:val="Geenafstand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is om de bovenbenen en de heup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wijder dan vanaf de knie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ën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tot de enkels.</w:t>
            </w:r>
          </w:p>
        </w:tc>
      </w:tr>
      <w:tr w:rsidR="008866F2" w:rsidRPr="00393174" w14:paraId="1ED5F9A2" w14:textId="77777777" w:rsidTr="00F53333">
        <w:tc>
          <w:tcPr>
            <w:tcW w:w="3114" w:type="dxa"/>
          </w:tcPr>
          <w:p w14:paraId="3093BC57" w14:textId="61F7852A" w:rsidR="008866F2" w:rsidRPr="005201E9" w:rsidRDefault="00F53333" w:rsidP="00F53333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5201E9">
              <w:rPr>
                <w:rFonts w:ascii="Arial" w:hAnsi="Arial" w:cs="Arial"/>
                <w:sz w:val="24"/>
                <w:szCs w:val="24"/>
                <w:lang w:eastAsia="nl-NL"/>
              </w:rPr>
              <w:t>straight</w:t>
            </w:r>
          </w:p>
        </w:tc>
        <w:tc>
          <w:tcPr>
            <w:tcW w:w="5948" w:type="dxa"/>
          </w:tcPr>
          <w:p w14:paraId="2EAD2CF9" w14:textId="77777777" w:rsidR="008866F2" w:rsidRPr="007C7980" w:rsidRDefault="008866F2" w:rsidP="00942C50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Het model:</w:t>
            </w:r>
          </w:p>
          <w:p w14:paraId="44A31E5B" w14:textId="77777777" w:rsidR="008866F2" w:rsidRPr="007C7980" w:rsidRDefault="008866F2" w:rsidP="008866F2">
            <w:pPr>
              <w:pStyle w:val="Geenafstand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valt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smal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op 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 xml:space="preserve">de 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heup</w:t>
            </w:r>
            <w:r>
              <w:rPr>
                <w:rFonts w:ascii="Arial" w:hAnsi="Arial" w:cs="Arial"/>
                <w:sz w:val="24"/>
                <w:szCs w:val="24"/>
                <w:lang w:eastAsia="nl-NL"/>
              </w:rPr>
              <w:t>en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en bovenbenen. </w:t>
            </w:r>
          </w:p>
          <w:p w14:paraId="40D050FD" w14:textId="5DF20DAE" w:rsidR="008866F2" w:rsidRPr="007C7980" w:rsidRDefault="008866F2" w:rsidP="008866F2">
            <w:pPr>
              <w:pStyle w:val="Geenafstand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</w:t>
            </w:r>
            <w:r w:rsidR="00C2404F">
              <w:rPr>
                <w:rFonts w:ascii="Arial" w:hAnsi="Arial" w:cs="Arial"/>
                <w:sz w:val="24"/>
                <w:szCs w:val="24"/>
                <w:lang w:eastAsia="nl-NL"/>
              </w:rPr>
              <w:t>een taille</w:t>
            </w: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 op normale hoogte. </w:t>
            </w:r>
          </w:p>
          <w:p w14:paraId="12BFE223" w14:textId="77777777" w:rsidR="008866F2" w:rsidRPr="007C7980" w:rsidRDefault="008866F2" w:rsidP="008866F2">
            <w:pPr>
              <w:pStyle w:val="Geenafstand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 xml:space="preserve">heeft rechte broekspijpen. </w:t>
            </w:r>
          </w:p>
          <w:p w14:paraId="66532597" w14:textId="77777777" w:rsidR="008866F2" w:rsidRPr="007C7980" w:rsidRDefault="008866F2" w:rsidP="008866F2">
            <w:pPr>
              <w:pStyle w:val="Geenafstand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4"/>
                <w:szCs w:val="24"/>
                <w:lang w:eastAsia="nl-NL"/>
              </w:rPr>
            </w:pPr>
            <w:r w:rsidRPr="007C7980">
              <w:rPr>
                <w:rFonts w:ascii="Arial" w:hAnsi="Arial" w:cs="Arial"/>
                <w:sz w:val="24"/>
                <w:szCs w:val="24"/>
                <w:lang w:eastAsia="nl-NL"/>
              </w:rPr>
              <w:t>wordt vaak gedragen met omgeslagen broekspijpen.</w:t>
            </w:r>
          </w:p>
        </w:tc>
      </w:tr>
    </w:tbl>
    <w:p w14:paraId="6995B780" w14:textId="422F70F4" w:rsidR="004946DF" w:rsidRPr="005F274A" w:rsidRDefault="004946DF" w:rsidP="004D56E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</w:p>
    <w:sectPr w:rsidR="004946DF" w:rsidRPr="005F2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34F52" w14:textId="77777777" w:rsidR="00714CA7" w:rsidRDefault="00714CA7" w:rsidP="000755D8">
      <w:pPr>
        <w:spacing w:after="0" w:line="240" w:lineRule="auto"/>
      </w:pPr>
      <w:r>
        <w:separator/>
      </w:r>
    </w:p>
  </w:endnote>
  <w:endnote w:type="continuationSeparator" w:id="0">
    <w:p w14:paraId="0B95B353" w14:textId="77777777" w:rsidR="00714CA7" w:rsidRDefault="00714CA7" w:rsidP="0007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F13F" w14:textId="77777777" w:rsidR="00714CA7" w:rsidRDefault="00714CA7" w:rsidP="000755D8">
      <w:pPr>
        <w:spacing w:after="0" w:line="240" w:lineRule="auto"/>
      </w:pPr>
      <w:r>
        <w:separator/>
      </w:r>
    </w:p>
  </w:footnote>
  <w:footnote w:type="continuationSeparator" w:id="0">
    <w:p w14:paraId="7F73EF87" w14:textId="77777777" w:rsidR="00714CA7" w:rsidRDefault="00714CA7" w:rsidP="00075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7D72"/>
    <w:multiLevelType w:val="hybridMultilevel"/>
    <w:tmpl w:val="8CAE6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255E3"/>
    <w:multiLevelType w:val="hybridMultilevel"/>
    <w:tmpl w:val="680858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94C21"/>
    <w:multiLevelType w:val="hybridMultilevel"/>
    <w:tmpl w:val="C4CC3F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17A8E"/>
    <w:multiLevelType w:val="hybridMultilevel"/>
    <w:tmpl w:val="D5ACB4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549AE"/>
    <w:multiLevelType w:val="hybridMultilevel"/>
    <w:tmpl w:val="BA8AC8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D3374"/>
    <w:multiLevelType w:val="hybridMultilevel"/>
    <w:tmpl w:val="672675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64757"/>
    <w:multiLevelType w:val="multilevel"/>
    <w:tmpl w:val="508C7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057237"/>
    <w:multiLevelType w:val="hybridMultilevel"/>
    <w:tmpl w:val="CEAE71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96746"/>
    <w:multiLevelType w:val="hybridMultilevel"/>
    <w:tmpl w:val="7CB4A8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57A32"/>
    <w:multiLevelType w:val="hybridMultilevel"/>
    <w:tmpl w:val="3FE0EF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E61D9"/>
    <w:multiLevelType w:val="hybridMultilevel"/>
    <w:tmpl w:val="F5AEA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60C9F"/>
    <w:multiLevelType w:val="hybridMultilevel"/>
    <w:tmpl w:val="E73A2A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21F3C"/>
    <w:multiLevelType w:val="hybridMultilevel"/>
    <w:tmpl w:val="E5B61B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F144E"/>
    <w:multiLevelType w:val="hybridMultilevel"/>
    <w:tmpl w:val="B838C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80348"/>
    <w:multiLevelType w:val="hybridMultilevel"/>
    <w:tmpl w:val="C60EA2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76BC1"/>
    <w:multiLevelType w:val="hybridMultilevel"/>
    <w:tmpl w:val="0D76D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02095">
    <w:abstractNumId w:val="6"/>
  </w:num>
  <w:num w:numId="2" w16cid:durableId="465977698">
    <w:abstractNumId w:val="1"/>
  </w:num>
  <w:num w:numId="3" w16cid:durableId="1496610229">
    <w:abstractNumId w:val="10"/>
  </w:num>
  <w:num w:numId="4" w16cid:durableId="593517145">
    <w:abstractNumId w:val="5"/>
  </w:num>
  <w:num w:numId="5" w16cid:durableId="416022669">
    <w:abstractNumId w:val="12"/>
  </w:num>
  <w:num w:numId="6" w16cid:durableId="2039354830">
    <w:abstractNumId w:val="7"/>
  </w:num>
  <w:num w:numId="7" w16cid:durableId="2112236877">
    <w:abstractNumId w:val="8"/>
  </w:num>
  <w:num w:numId="8" w16cid:durableId="409616850">
    <w:abstractNumId w:val="3"/>
  </w:num>
  <w:num w:numId="9" w16cid:durableId="1532038443">
    <w:abstractNumId w:val="15"/>
  </w:num>
  <w:num w:numId="10" w16cid:durableId="1606107361">
    <w:abstractNumId w:val="9"/>
  </w:num>
  <w:num w:numId="11" w16cid:durableId="1915165710">
    <w:abstractNumId w:val="4"/>
  </w:num>
  <w:num w:numId="12" w16cid:durableId="1997413884">
    <w:abstractNumId w:val="2"/>
  </w:num>
  <w:num w:numId="13" w16cid:durableId="2118064432">
    <w:abstractNumId w:val="13"/>
  </w:num>
  <w:num w:numId="14" w16cid:durableId="187254518">
    <w:abstractNumId w:val="0"/>
  </w:num>
  <w:num w:numId="15" w16cid:durableId="107626721">
    <w:abstractNumId w:val="11"/>
  </w:num>
  <w:num w:numId="16" w16cid:durableId="11363345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92"/>
    <w:rsid w:val="00004DD3"/>
    <w:rsid w:val="00027B10"/>
    <w:rsid w:val="0003128B"/>
    <w:rsid w:val="0006135B"/>
    <w:rsid w:val="00067CB1"/>
    <w:rsid w:val="000755D8"/>
    <w:rsid w:val="000F2D32"/>
    <w:rsid w:val="00174385"/>
    <w:rsid w:val="00224EE0"/>
    <w:rsid w:val="00241026"/>
    <w:rsid w:val="00283015"/>
    <w:rsid w:val="002965E8"/>
    <w:rsid w:val="00302CCB"/>
    <w:rsid w:val="003F2121"/>
    <w:rsid w:val="003F673F"/>
    <w:rsid w:val="00406924"/>
    <w:rsid w:val="004946DF"/>
    <w:rsid w:val="004D56E2"/>
    <w:rsid w:val="00501175"/>
    <w:rsid w:val="0052549B"/>
    <w:rsid w:val="005A6B54"/>
    <w:rsid w:val="005D08A7"/>
    <w:rsid w:val="005D4992"/>
    <w:rsid w:val="005F274A"/>
    <w:rsid w:val="00660BA9"/>
    <w:rsid w:val="00675250"/>
    <w:rsid w:val="00682880"/>
    <w:rsid w:val="006C32E1"/>
    <w:rsid w:val="00714CA7"/>
    <w:rsid w:val="007A23B7"/>
    <w:rsid w:val="007C5418"/>
    <w:rsid w:val="00825187"/>
    <w:rsid w:val="00831722"/>
    <w:rsid w:val="008866F2"/>
    <w:rsid w:val="00970A80"/>
    <w:rsid w:val="00A9723A"/>
    <w:rsid w:val="00AD17B1"/>
    <w:rsid w:val="00B144FD"/>
    <w:rsid w:val="00B50ECF"/>
    <w:rsid w:val="00BD3FF3"/>
    <w:rsid w:val="00BE7250"/>
    <w:rsid w:val="00C2404F"/>
    <w:rsid w:val="00C45683"/>
    <w:rsid w:val="00C61607"/>
    <w:rsid w:val="00CB59B5"/>
    <w:rsid w:val="00CD3760"/>
    <w:rsid w:val="00D237D9"/>
    <w:rsid w:val="00DB3B9B"/>
    <w:rsid w:val="00DE0651"/>
    <w:rsid w:val="00E758FD"/>
    <w:rsid w:val="00E91AE8"/>
    <w:rsid w:val="00EB6207"/>
    <w:rsid w:val="00F27FC0"/>
    <w:rsid w:val="00F53333"/>
    <w:rsid w:val="00F53746"/>
    <w:rsid w:val="00F83573"/>
    <w:rsid w:val="00FA62E1"/>
    <w:rsid w:val="00FA6E4E"/>
    <w:rsid w:val="00FD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B0C4"/>
  <w15:chartTrackingRefBased/>
  <w15:docId w15:val="{A9CAF603-6575-4E05-8DCD-32CE4576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66F2"/>
  </w:style>
  <w:style w:type="paragraph" w:styleId="Kop2">
    <w:name w:val="heading 2"/>
    <w:basedOn w:val="Standaard"/>
    <w:link w:val="Kop2Char"/>
    <w:uiPriority w:val="9"/>
    <w:qFormat/>
    <w:rsid w:val="005D4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5D49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D499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5D4992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5D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D4992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03128B"/>
    <w:rPr>
      <w:b/>
      <w:bCs/>
    </w:rPr>
  </w:style>
  <w:style w:type="character" w:styleId="Nadruk">
    <w:name w:val="Emphasis"/>
    <w:basedOn w:val="Standaardalinea-lettertype"/>
    <w:uiPriority w:val="20"/>
    <w:qFormat/>
    <w:rsid w:val="00C61607"/>
    <w:rPr>
      <w:i/>
      <w:iCs/>
    </w:rPr>
  </w:style>
  <w:style w:type="table" w:styleId="Tabelraster">
    <w:name w:val="Table Grid"/>
    <w:basedOn w:val="Standaardtabel"/>
    <w:uiPriority w:val="39"/>
    <w:rsid w:val="0049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755D8"/>
  </w:style>
  <w:style w:type="paragraph" w:styleId="Voettekst">
    <w:name w:val="footer"/>
    <w:basedOn w:val="Standaard"/>
    <w:link w:val="VoettekstChar"/>
    <w:uiPriority w:val="99"/>
    <w:unhideWhenUsed/>
    <w:rsid w:val="0007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755D8"/>
  </w:style>
  <w:style w:type="paragraph" w:styleId="Lijstalinea">
    <w:name w:val="List Paragraph"/>
    <w:basedOn w:val="Standaard"/>
    <w:uiPriority w:val="34"/>
    <w:qFormat/>
    <w:rsid w:val="00CB59B5"/>
    <w:pPr>
      <w:ind w:left="720"/>
      <w:contextualSpacing/>
    </w:pPr>
  </w:style>
  <w:style w:type="paragraph" w:styleId="Geenafstand">
    <w:name w:val="No Spacing"/>
    <w:uiPriority w:val="1"/>
    <w:qFormat/>
    <w:rsid w:val="008866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5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B19F3-D570-41FF-95C4-9BB37E04E69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9DA85B14-C1A8-48F5-B6F4-64A99D3D1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857AE-664D-402B-9CA7-AECDDF57B5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2023-01-18T08:52:00Z</cp:lastPrinted>
  <dcterms:created xsi:type="dcterms:W3CDTF">2023-04-13T12:32:00Z</dcterms:created>
  <dcterms:modified xsi:type="dcterms:W3CDTF">2023-10-03T07:14:00Z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