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55CC5" w14:textId="77777777" w:rsidR="005E6C0C" w:rsidRPr="0023194C" w:rsidRDefault="005E6C0C" w:rsidP="0023194C">
      <w:pPr>
        <w:tabs>
          <w:tab w:val="left" w:pos="7230"/>
        </w:tabs>
        <w:spacing w:line="360" w:lineRule="auto"/>
        <w:rPr>
          <w:b/>
          <w:color w:val="800000"/>
          <w:sz w:val="26"/>
          <w:szCs w:val="26"/>
        </w:rPr>
      </w:pPr>
      <w:r w:rsidRPr="005E6C0C">
        <w:rPr>
          <w:b/>
          <w:color w:val="800000"/>
          <w:sz w:val="32"/>
          <w:szCs w:val="32"/>
        </w:rPr>
        <w:t>MEMO</w:t>
      </w:r>
    </w:p>
    <w:p w14:paraId="74D4E3D4" w14:textId="77777777" w:rsidR="005312AC" w:rsidRDefault="00D44379">
      <w:pPr>
        <w:tabs>
          <w:tab w:val="left" w:pos="993"/>
        </w:tabs>
        <w:spacing w:line="360" w:lineRule="auto"/>
      </w:pPr>
      <w:r>
        <w:t>Aan</w:t>
      </w:r>
      <w:r w:rsidR="005312AC">
        <w:tab/>
      </w:r>
      <w:r>
        <w:t>:</w:t>
      </w:r>
      <w:r w:rsidR="00FE4A31">
        <w:t xml:space="preserve"> </w:t>
      </w:r>
    </w:p>
    <w:p w14:paraId="26353C4B" w14:textId="77777777" w:rsidR="00D44379" w:rsidRDefault="005312AC">
      <w:pPr>
        <w:tabs>
          <w:tab w:val="left" w:pos="993"/>
        </w:tabs>
        <w:spacing w:line="360" w:lineRule="auto"/>
      </w:pPr>
      <w:r>
        <w:t>Van</w:t>
      </w:r>
      <w:r>
        <w:tab/>
        <w:t>:</w:t>
      </w:r>
      <w:r w:rsidR="00FE4A31">
        <w:t xml:space="preserve"> </w:t>
      </w:r>
    </w:p>
    <w:p w14:paraId="6356E1E2" w14:textId="77777777" w:rsidR="00D44379" w:rsidRDefault="00D44379">
      <w:pPr>
        <w:tabs>
          <w:tab w:val="left" w:pos="993"/>
        </w:tabs>
        <w:spacing w:line="360" w:lineRule="auto"/>
      </w:pPr>
      <w:r>
        <w:t>Datum</w:t>
      </w:r>
      <w:r w:rsidR="005312AC">
        <w:tab/>
      </w:r>
      <w:r>
        <w:t>:</w:t>
      </w:r>
      <w:r w:rsidR="00FE4A31">
        <w:t xml:space="preserve"> </w:t>
      </w:r>
    </w:p>
    <w:p w14:paraId="172496BC" w14:textId="77777777" w:rsidR="00D44379" w:rsidRDefault="00F90108">
      <w:pPr>
        <w:tabs>
          <w:tab w:val="left" w:pos="993"/>
        </w:tabs>
        <w:spacing w:line="360" w:lineRule="auto"/>
      </w:pPr>
      <w:r>
        <w:t>Betref</w:t>
      </w:r>
      <w:r w:rsidR="00DD6304">
        <w:t>t</w:t>
      </w:r>
      <w:r w:rsidR="005312AC">
        <w:tab/>
      </w:r>
      <w:r w:rsidR="00D44379">
        <w:t>:</w:t>
      </w:r>
      <w:r w:rsidR="00FE4A31">
        <w:t xml:space="preserve"> </w:t>
      </w:r>
    </w:p>
    <w:p w14:paraId="71B778E5" w14:textId="77777777" w:rsidR="00A529BF" w:rsidRDefault="00D44379">
      <w:pPr>
        <w:tabs>
          <w:tab w:val="left" w:leader="underscore" w:pos="8789"/>
        </w:tabs>
        <w:spacing w:line="360" w:lineRule="auto"/>
      </w:pPr>
      <w:r>
        <w:tab/>
      </w:r>
      <w:bookmarkStart w:id="0" w:name="vanafhier"/>
      <w:bookmarkEnd w:id="0"/>
    </w:p>
    <w:p w14:paraId="435417C1" w14:textId="6A1BD737" w:rsidR="00B13CB1" w:rsidRDefault="009107C5" w:rsidP="009107C5">
      <w:pPr>
        <w:pStyle w:val="plattetekst0"/>
        <w:spacing w:line="360" w:lineRule="auto"/>
      </w:pPr>
      <w:r w:rsidRPr="009107C5">
        <w:t>Ruimte voor je advies.</w:t>
      </w:r>
    </w:p>
    <w:p w14:paraId="491C518A" w14:textId="77777777" w:rsidR="009107C5" w:rsidRPr="00B6418A" w:rsidRDefault="009107C5" w:rsidP="009107C5">
      <w:pPr>
        <w:pStyle w:val="plattetekst0"/>
        <w:spacing w:line="360" w:lineRule="auto"/>
      </w:pPr>
    </w:p>
    <w:sectPr w:rsidR="009107C5" w:rsidRPr="00B6418A" w:rsidSect="00D60D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57ED1" w14:textId="77777777" w:rsidR="00B1004D" w:rsidRDefault="00B1004D">
      <w:r>
        <w:separator/>
      </w:r>
    </w:p>
  </w:endnote>
  <w:endnote w:type="continuationSeparator" w:id="0">
    <w:p w14:paraId="3B25D275" w14:textId="77777777" w:rsidR="00B1004D" w:rsidRDefault="00B10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F2859" w14:textId="77777777" w:rsidR="00E93BE5" w:rsidRDefault="00E93BE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96C00" w14:textId="106B7D69" w:rsidR="00B13CB1" w:rsidRDefault="00240F65" w:rsidP="00B51F60">
    <w:pPr>
      <w:pStyle w:val="Voettekst"/>
      <w:jc w:val="center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v</w:t>
    </w:r>
    <w:r w:rsidR="000B3DAA">
      <w:rPr>
        <w:noProof/>
      </w:rPr>
      <w:t>b</w:t>
    </w:r>
    <w:r>
      <w:rPr>
        <w:noProof/>
      </w:rPr>
      <w:t>_memo_</w:t>
    </w:r>
    <w:r w:rsidR="00E93BE5">
      <w:rPr>
        <w:noProof/>
      </w:rPr>
      <w:t>gl</w:t>
    </w:r>
    <w:r>
      <w:rPr>
        <w:noProof/>
      </w:rPr>
      <w:t>.docx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5986C" w14:textId="77777777" w:rsidR="00E93BE5" w:rsidRDefault="00E93BE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029DF" w14:textId="77777777" w:rsidR="00B1004D" w:rsidRDefault="00B1004D">
      <w:r>
        <w:separator/>
      </w:r>
    </w:p>
  </w:footnote>
  <w:footnote w:type="continuationSeparator" w:id="0">
    <w:p w14:paraId="3029C971" w14:textId="77777777" w:rsidR="00B1004D" w:rsidRDefault="00B10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948BB" w14:textId="77777777" w:rsidR="00E93BE5" w:rsidRDefault="00E93BE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264D9" w14:textId="77777777" w:rsidR="00E93BE5" w:rsidRDefault="00E93BE5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A2399" w14:textId="77777777" w:rsidR="00E93BE5" w:rsidRDefault="00E93BE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77E5A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895C57"/>
    <w:multiLevelType w:val="multilevel"/>
    <w:tmpl w:val="A9C8FA9E"/>
    <w:lvl w:ilvl="0">
      <w:start w:val="1"/>
      <w:numFmt w:val="bullet"/>
      <w:lvlRestart w:val="0"/>
      <w:pStyle w:val="opsomming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opsomming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40A65DC"/>
    <w:multiLevelType w:val="hybridMultilevel"/>
    <w:tmpl w:val="E27A05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218F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C777A36"/>
    <w:multiLevelType w:val="hybridMultilevel"/>
    <w:tmpl w:val="7B4C70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F21705"/>
    <w:multiLevelType w:val="multilevel"/>
    <w:tmpl w:val="9CEA58B0"/>
    <w:lvl w:ilvl="0">
      <w:start w:val="1"/>
      <w:numFmt w:val="bullet"/>
      <w:lvlRestart w:val="0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bullet"/>
      <w:lvlText w:val=""/>
      <w:lvlJc w:val="left"/>
      <w:pPr>
        <w:tabs>
          <w:tab w:val="num" w:pos="1080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 fillcolor="gray" strokecolor="#eaeaea">
      <v:fill color="gray" color2="blue"/>
      <v:stroke color="#eaeaea" weight="1pt"/>
      <v:shadow on="t" type="perspective" color="silver" opacity="52429f" origin="-.5,.5" matrix=",46340f,,.5,,-4768371582e-1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2AC"/>
    <w:rsid w:val="000467EF"/>
    <w:rsid w:val="000535C9"/>
    <w:rsid w:val="00071362"/>
    <w:rsid w:val="00075C18"/>
    <w:rsid w:val="00077E75"/>
    <w:rsid w:val="00081401"/>
    <w:rsid w:val="00085E48"/>
    <w:rsid w:val="00094F57"/>
    <w:rsid w:val="000A2F2C"/>
    <w:rsid w:val="000B3DAA"/>
    <w:rsid w:val="000C5013"/>
    <w:rsid w:val="000C7E5C"/>
    <w:rsid w:val="000D6894"/>
    <w:rsid w:val="00102200"/>
    <w:rsid w:val="00106196"/>
    <w:rsid w:val="0011738C"/>
    <w:rsid w:val="001316F8"/>
    <w:rsid w:val="0014301D"/>
    <w:rsid w:val="00143588"/>
    <w:rsid w:val="001C05BB"/>
    <w:rsid w:val="001C0912"/>
    <w:rsid w:val="001F1C4F"/>
    <w:rsid w:val="0020037E"/>
    <w:rsid w:val="002014C9"/>
    <w:rsid w:val="0023194C"/>
    <w:rsid w:val="00240F65"/>
    <w:rsid w:val="002439B7"/>
    <w:rsid w:val="00275CF7"/>
    <w:rsid w:val="002B1CB6"/>
    <w:rsid w:val="002C7557"/>
    <w:rsid w:val="00301948"/>
    <w:rsid w:val="00304E46"/>
    <w:rsid w:val="00320E2C"/>
    <w:rsid w:val="00322FEF"/>
    <w:rsid w:val="00371EDE"/>
    <w:rsid w:val="00383935"/>
    <w:rsid w:val="00384A4D"/>
    <w:rsid w:val="003A491F"/>
    <w:rsid w:val="003B052F"/>
    <w:rsid w:val="003B6A02"/>
    <w:rsid w:val="003C027A"/>
    <w:rsid w:val="003F7945"/>
    <w:rsid w:val="004127EE"/>
    <w:rsid w:val="00420109"/>
    <w:rsid w:val="00425656"/>
    <w:rsid w:val="00433638"/>
    <w:rsid w:val="0043583D"/>
    <w:rsid w:val="00457F99"/>
    <w:rsid w:val="00475A39"/>
    <w:rsid w:val="00483C47"/>
    <w:rsid w:val="005019DE"/>
    <w:rsid w:val="00511FE1"/>
    <w:rsid w:val="00514114"/>
    <w:rsid w:val="005312AC"/>
    <w:rsid w:val="005444ED"/>
    <w:rsid w:val="00555032"/>
    <w:rsid w:val="00555ED6"/>
    <w:rsid w:val="0056154F"/>
    <w:rsid w:val="005771FC"/>
    <w:rsid w:val="005817DA"/>
    <w:rsid w:val="00582B95"/>
    <w:rsid w:val="0058416C"/>
    <w:rsid w:val="005B279D"/>
    <w:rsid w:val="005E11DA"/>
    <w:rsid w:val="005E6A26"/>
    <w:rsid w:val="005E6C0C"/>
    <w:rsid w:val="005F7C17"/>
    <w:rsid w:val="006177D9"/>
    <w:rsid w:val="00625093"/>
    <w:rsid w:val="00662AE6"/>
    <w:rsid w:val="00684F42"/>
    <w:rsid w:val="006B323F"/>
    <w:rsid w:val="006C1E13"/>
    <w:rsid w:val="006D4262"/>
    <w:rsid w:val="006E5C7A"/>
    <w:rsid w:val="006F467B"/>
    <w:rsid w:val="006F744E"/>
    <w:rsid w:val="007916A9"/>
    <w:rsid w:val="00794BD1"/>
    <w:rsid w:val="007A5A83"/>
    <w:rsid w:val="007B64CF"/>
    <w:rsid w:val="0081034C"/>
    <w:rsid w:val="008213A7"/>
    <w:rsid w:val="00826CD2"/>
    <w:rsid w:val="0083052A"/>
    <w:rsid w:val="00836EBD"/>
    <w:rsid w:val="00843DB7"/>
    <w:rsid w:val="00845E7A"/>
    <w:rsid w:val="008467A6"/>
    <w:rsid w:val="0084720F"/>
    <w:rsid w:val="00855AF2"/>
    <w:rsid w:val="00897E84"/>
    <w:rsid w:val="008B3F25"/>
    <w:rsid w:val="008B4A4F"/>
    <w:rsid w:val="008B504A"/>
    <w:rsid w:val="008F2235"/>
    <w:rsid w:val="009107C5"/>
    <w:rsid w:val="009125F9"/>
    <w:rsid w:val="00922A80"/>
    <w:rsid w:val="009308E7"/>
    <w:rsid w:val="00980F7A"/>
    <w:rsid w:val="00991FC9"/>
    <w:rsid w:val="009D1368"/>
    <w:rsid w:val="009D4345"/>
    <w:rsid w:val="009E0135"/>
    <w:rsid w:val="009E2946"/>
    <w:rsid w:val="009F2CB9"/>
    <w:rsid w:val="00A21A4C"/>
    <w:rsid w:val="00A31334"/>
    <w:rsid w:val="00A36E46"/>
    <w:rsid w:val="00A529BF"/>
    <w:rsid w:val="00A839DC"/>
    <w:rsid w:val="00A9370E"/>
    <w:rsid w:val="00AB26CF"/>
    <w:rsid w:val="00AD7E87"/>
    <w:rsid w:val="00AF2C5C"/>
    <w:rsid w:val="00B02E61"/>
    <w:rsid w:val="00B05983"/>
    <w:rsid w:val="00B1004D"/>
    <w:rsid w:val="00B13CB1"/>
    <w:rsid w:val="00B16621"/>
    <w:rsid w:val="00B16F2E"/>
    <w:rsid w:val="00B23764"/>
    <w:rsid w:val="00B30554"/>
    <w:rsid w:val="00B41ED8"/>
    <w:rsid w:val="00B51F60"/>
    <w:rsid w:val="00B54E1C"/>
    <w:rsid w:val="00B6418A"/>
    <w:rsid w:val="00BA0A69"/>
    <w:rsid w:val="00BA3631"/>
    <w:rsid w:val="00BF7F27"/>
    <w:rsid w:val="00C06A44"/>
    <w:rsid w:val="00C27B9D"/>
    <w:rsid w:val="00C85309"/>
    <w:rsid w:val="00CA273C"/>
    <w:rsid w:val="00CC21FF"/>
    <w:rsid w:val="00CC4CF7"/>
    <w:rsid w:val="00CD04E9"/>
    <w:rsid w:val="00CF284C"/>
    <w:rsid w:val="00D002EB"/>
    <w:rsid w:val="00D35949"/>
    <w:rsid w:val="00D420B7"/>
    <w:rsid w:val="00D44379"/>
    <w:rsid w:val="00D465D9"/>
    <w:rsid w:val="00D50E47"/>
    <w:rsid w:val="00D60DE2"/>
    <w:rsid w:val="00D61B63"/>
    <w:rsid w:val="00D65E0E"/>
    <w:rsid w:val="00D83A48"/>
    <w:rsid w:val="00D87F2E"/>
    <w:rsid w:val="00D92D8C"/>
    <w:rsid w:val="00DD6304"/>
    <w:rsid w:val="00DE6969"/>
    <w:rsid w:val="00E32D16"/>
    <w:rsid w:val="00E60291"/>
    <w:rsid w:val="00E703A6"/>
    <w:rsid w:val="00E86EB4"/>
    <w:rsid w:val="00E93BE5"/>
    <w:rsid w:val="00EA1E2C"/>
    <w:rsid w:val="00EC224F"/>
    <w:rsid w:val="00EF2C23"/>
    <w:rsid w:val="00F3382D"/>
    <w:rsid w:val="00F37485"/>
    <w:rsid w:val="00F4652A"/>
    <w:rsid w:val="00F843C6"/>
    <w:rsid w:val="00F90108"/>
    <w:rsid w:val="00F91813"/>
    <w:rsid w:val="00FB47A6"/>
    <w:rsid w:val="00FE10EB"/>
    <w:rsid w:val="00FE4A31"/>
    <w:rsid w:val="00FF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fillcolor="gray" strokecolor="#eaeaea">
      <v:fill color="gray" color2="blue"/>
      <v:stroke color="#eaeaea" weight="1pt"/>
      <v:shadow on="t" type="perspective" color="silver" opacity="52429f" origin="-.5,.5" matrix=",46340f,,.5,,-4768371582e-16"/>
    </o:shapedefaults>
    <o:shapelayout v:ext="edit">
      <o:idmap v:ext="edit" data="1"/>
    </o:shapelayout>
  </w:shapeDefaults>
  <w:decimalSymbol w:val=","/>
  <w:listSeparator w:val=";"/>
  <w14:docId w14:val="33C48E6F"/>
  <w15:chartTrackingRefBased/>
  <w15:docId w15:val="{1CA48E79-41BE-4D28-906D-2A257ABAC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Arial" w:hAnsi="Arial"/>
      <w:sz w:val="22"/>
      <w:lang w:eastAsia="en-US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b/>
      <w:sz w:val="32"/>
    </w:rPr>
  </w:style>
  <w:style w:type="paragraph" w:styleId="Kop2">
    <w:name w:val="heading 2"/>
    <w:basedOn w:val="Standaard"/>
    <w:next w:val="Standaard"/>
    <w:qFormat/>
    <w:pPr>
      <w:keepNext/>
      <w:ind w:left="1418"/>
      <w:outlineLvl w:val="1"/>
    </w:pPr>
    <w:rPr>
      <w:i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pPr>
      <w:spacing w:after="120"/>
    </w:pPr>
  </w:style>
  <w:style w:type="paragraph" w:styleId="Koptekst">
    <w:name w:val="header"/>
    <w:basedOn w:val="Standaard"/>
    <w:rsid w:val="005312AC"/>
    <w:pPr>
      <w:tabs>
        <w:tab w:val="center" w:pos="4320"/>
        <w:tab w:val="right" w:pos="8640"/>
      </w:tabs>
    </w:pPr>
  </w:style>
  <w:style w:type="paragraph" w:styleId="Voettekst">
    <w:name w:val="footer"/>
    <w:basedOn w:val="Standaard"/>
    <w:rsid w:val="005312AC"/>
    <w:pPr>
      <w:tabs>
        <w:tab w:val="center" w:pos="4320"/>
        <w:tab w:val="right" w:pos="8640"/>
      </w:tabs>
    </w:pPr>
  </w:style>
  <w:style w:type="character" w:styleId="Paginanummer">
    <w:name w:val="page number"/>
    <w:basedOn w:val="Standaardalinea-lettertype"/>
    <w:rsid w:val="00475A39"/>
  </w:style>
  <w:style w:type="paragraph" w:customStyle="1" w:styleId="plattetekst0">
    <w:name w:val="platte tekst"/>
    <w:basedOn w:val="Standaard"/>
    <w:link w:val="plattetekstChar"/>
    <w:rsid w:val="005444ED"/>
    <w:pPr>
      <w:tabs>
        <w:tab w:val="left" w:pos="397"/>
        <w:tab w:val="left" w:pos="794"/>
        <w:tab w:val="left" w:pos="1191"/>
        <w:tab w:val="left" w:pos="1588"/>
        <w:tab w:val="left" w:pos="1985"/>
      </w:tabs>
      <w:spacing w:line="290" w:lineRule="atLeast"/>
    </w:pPr>
    <w:rPr>
      <w:spacing w:val="6"/>
    </w:rPr>
  </w:style>
  <w:style w:type="paragraph" w:customStyle="1" w:styleId="opsomming">
    <w:name w:val="opsomming"/>
    <w:basedOn w:val="Standaard"/>
    <w:rsid w:val="005444ED"/>
    <w:pPr>
      <w:numPr>
        <w:numId w:val="3"/>
      </w:numPr>
      <w:spacing w:line="290" w:lineRule="atLeast"/>
    </w:pPr>
    <w:rPr>
      <w:spacing w:val="6"/>
    </w:rPr>
  </w:style>
  <w:style w:type="paragraph" w:customStyle="1" w:styleId="opsomming2">
    <w:name w:val="opsomming2"/>
    <w:basedOn w:val="opsomming"/>
    <w:rsid w:val="005444ED"/>
    <w:pPr>
      <w:numPr>
        <w:ilvl w:val="1"/>
      </w:numPr>
    </w:pPr>
  </w:style>
  <w:style w:type="table" w:styleId="Tabelraster">
    <w:name w:val="Table Grid"/>
    <w:basedOn w:val="Standaardtabel"/>
    <w:rsid w:val="005444ED"/>
    <w:pPr>
      <w:spacing w:line="29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ttetekstChar">
    <w:name w:val="platte tekst Char"/>
    <w:link w:val="plattetekst0"/>
    <w:rsid w:val="005444ED"/>
    <w:rPr>
      <w:rFonts w:ascii="Arial" w:hAnsi="Arial"/>
      <w:spacing w:val="6"/>
      <w:sz w:val="22"/>
      <w:lang w:val="nl-NL" w:eastAsia="en-US" w:bidi="ar-SA"/>
    </w:rPr>
  </w:style>
  <w:style w:type="character" w:customStyle="1" w:styleId="pagnr">
    <w:name w:val="pagnr"/>
    <w:rsid w:val="008B4A4F"/>
    <w:rPr>
      <w:rFonts w:ascii="Arial" w:hAnsi="Arial"/>
      <w:sz w:val="20"/>
    </w:rPr>
  </w:style>
  <w:style w:type="character" w:customStyle="1" w:styleId="sdu">
    <w:name w:val="sdu"/>
    <w:rsid w:val="008B4A4F"/>
    <w:rPr>
      <w:rFonts w:ascii="Arial" w:hAnsi="Arial"/>
      <w:spacing w:val="4"/>
      <w:sz w:val="14"/>
    </w:rPr>
  </w:style>
  <w:style w:type="paragraph" w:customStyle="1" w:styleId="voettekst0">
    <w:name w:val="voettekst"/>
    <w:basedOn w:val="Standaard"/>
    <w:rsid w:val="008B4A4F"/>
    <w:pPr>
      <w:tabs>
        <w:tab w:val="center" w:pos="4820"/>
        <w:tab w:val="right" w:pos="9639"/>
      </w:tabs>
      <w:spacing w:line="290" w:lineRule="atLeast"/>
    </w:pPr>
    <w:rPr>
      <w:spacing w:val="6"/>
      <w:szCs w:val="24"/>
      <w:lang w:eastAsia="nl-NL"/>
    </w:rPr>
  </w:style>
  <w:style w:type="character" w:customStyle="1" w:styleId="leesverder">
    <w:name w:val="leesverder"/>
    <w:rsid w:val="008B4A4F"/>
    <w:rPr>
      <w:rFonts w:ascii="Arial" w:hAnsi="Arial"/>
      <w:spacing w:val="6"/>
      <w:sz w:val="16"/>
    </w:rPr>
  </w:style>
  <w:style w:type="paragraph" w:styleId="Ballontekst">
    <w:name w:val="Balloon Text"/>
    <w:basedOn w:val="Standaard"/>
    <w:link w:val="BallontekstChar"/>
    <w:rsid w:val="00AB26CF"/>
    <w:rPr>
      <w:rFonts w:ascii="Tahoma" w:hAnsi="Tahoma"/>
      <w:sz w:val="16"/>
      <w:szCs w:val="16"/>
      <w:lang w:val="x-none" w:eastAsia="x-none"/>
    </w:rPr>
  </w:style>
  <w:style w:type="character" w:customStyle="1" w:styleId="BallontekstChar">
    <w:name w:val="Ballontekst Char"/>
    <w:link w:val="Ballontekst"/>
    <w:rsid w:val="00AB26CF"/>
    <w:rPr>
      <w:rFonts w:ascii="Tahoma" w:hAnsi="Tahoma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Centrale%20Examens%20VMBO\ICT-route%20BB-KB\2007\praktijk\vaksectie%203\digitale%20bestanden\memo.dot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4" ma:contentTypeDescription="Een nieuw document maken." ma:contentTypeScope="" ma:versionID="6f00d071c359a1a3bcc74f3c6e725b80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726bfe322146813fa5c546d0fdc56527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968520-D0AF-4494-880D-81E187E33284}"/>
</file>

<file path=customXml/itemProps2.xml><?xml version="1.0" encoding="utf-8"?>
<ds:datastoreItem xmlns:ds="http://schemas.openxmlformats.org/officeDocument/2006/customXml" ds:itemID="{81554256-2C3B-4C39-84C7-1CD87E6562A5}"/>
</file>

<file path=docProps/app.xml><?xml version="1.0" encoding="utf-8"?>
<Properties xmlns="http://schemas.openxmlformats.org/officeDocument/2006/extended-properties" xmlns:vt="http://schemas.openxmlformats.org/officeDocument/2006/docPropsVTypes">
  <Template>memo.dot</Template>
  <TotalTime>1</TotalTime>
  <Pages>1</Pages>
  <Words>13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MEMO</vt:lpstr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Joost Schotten</dc:creator>
  <cp:keywords/>
  <cp:lastModifiedBy>Marieke op den Kamp</cp:lastModifiedBy>
  <cp:revision>4</cp:revision>
  <cp:lastPrinted>2007-01-08T14:25:00Z</cp:lastPrinted>
  <dcterms:created xsi:type="dcterms:W3CDTF">2021-07-06T17:55:00Z</dcterms:created>
  <dcterms:modified xsi:type="dcterms:W3CDTF">2022-05-30T11:14:00Z</dcterms:modified>
</cp:coreProperties>
</file>